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B37DAE" w:rsidTr="00F62A80">
        <w:tc>
          <w:tcPr>
            <w:tcW w:w="9576" w:type="dxa"/>
            <w:shd w:val="clear" w:color="auto" w:fill="auto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0417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СЕДМИ</w:t>
            </w:r>
          </w:p>
        </w:tc>
      </w:tr>
      <w:tr w:rsidR="003321C2" w:rsidRPr="003321C2" w:rsidTr="00F62A80">
        <w:tc>
          <w:tcPr>
            <w:tcW w:w="9576" w:type="dxa"/>
            <w:shd w:val="clear" w:color="auto" w:fill="auto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80459B" w:rsidRPr="003321C2" w:rsidTr="00F62A80">
        <w:tc>
          <w:tcPr>
            <w:tcW w:w="9576" w:type="dxa"/>
            <w:shd w:val="clear" w:color="auto" w:fill="auto"/>
          </w:tcPr>
          <w:p w:rsidR="0080459B" w:rsidRPr="00545C96" w:rsidRDefault="0080459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80459B" w:rsidRPr="003321C2" w:rsidTr="00F62A80">
        <w:tc>
          <w:tcPr>
            <w:tcW w:w="9576" w:type="dxa"/>
            <w:shd w:val="clear" w:color="auto" w:fill="auto"/>
          </w:tcPr>
          <w:p w:rsidR="0080459B" w:rsidRDefault="0080459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F62A80">
        <w:tc>
          <w:tcPr>
            <w:tcW w:w="9576" w:type="dxa"/>
            <w:shd w:val="clear" w:color="auto" w:fill="auto"/>
          </w:tcPr>
          <w:p w:rsidR="003321C2" w:rsidRPr="00466279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906D8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     </w:t>
            </w:r>
            <w:r w:rsidR="006D568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5</w:t>
            </w:r>
          </w:p>
        </w:tc>
      </w:tr>
      <w:tr w:rsidR="003321C2" w:rsidRPr="00B37DAE" w:rsidTr="00F62A80">
        <w:tc>
          <w:tcPr>
            <w:tcW w:w="9576" w:type="dxa"/>
            <w:shd w:val="clear" w:color="auto" w:fill="auto"/>
          </w:tcPr>
          <w:p w:rsidR="003321C2" w:rsidRPr="00545C96" w:rsidRDefault="003321C2" w:rsidP="0004179F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0417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 ЕВРОПА</w:t>
            </w:r>
          </w:p>
        </w:tc>
      </w:tr>
      <w:tr w:rsidR="00D0461E" w:rsidRPr="00B37DAE" w:rsidTr="00F62A80">
        <w:tc>
          <w:tcPr>
            <w:tcW w:w="9576" w:type="dxa"/>
            <w:shd w:val="clear" w:color="auto" w:fill="auto"/>
          </w:tcPr>
          <w:p w:rsidR="00D0461E" w:rsidRPr="00545C96" w:rsidRDefault="00D0461E" w:rsidP="006D5681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D568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Јужна  Европа:</w:t>
            </w:r>
            <w:r w:rsidR="00214EE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георафске  одлике</w:t>
            </w:r>
          </w:p>
        </w:tc>
      </w:tr>
      <w:tr w:rsidR="003321C2" w:rsidRPr="003321C2" w:rsidTr="00F62A80">
        <w:tc>
          <w:tcPr>
            <w:tcW w:w="9576" w:type="dxa"/>
            <w:shd w:val="clear" w:color="auto" w:fill="auto"/>
          </w:tcPr>
          <w:p w:rsidR="003321C2" w:rsidRPr="006D5681" w:rsidRDefault="00D0461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D568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утврђивање</w:t>
            </w:r>
          </w:p>
        </w:tc>
      </w:tr>
      <w:tr w:rsidR="003321C2" w:rsidRPr="00B37DAE" w:rsidTr="00F62A80">
        <w:tc>
          <w:tcPr>
            <w:tcW w:w="9576" w:type="dxa"/>
            <w:shd w:val="clear" w:color="auto" w:fill="auto"/>
          </w:tcPr>
          <w:p w:rsidR="003321C2" w:rsidRPr="00466279" w:rsidRDefault="003321C2" w:rsidP="006D568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D5681" w:rsidRPr="006D56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провера</w:t>
            </w:r>
            <w:r w:rsidR="00A45210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417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D56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усвојености  и  разумевања градива  о географским одликама</w:t>
            </w:r>
            <w:r w:rsidR="00D660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Јужне  Е</w:t>
            </w:r>
            <w:r w:rsidR="000417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вропе</w:t>
            </w:r>
          </w:p>
        </w:tc>
      </w:tr>
      <w:tr w:rsidR="00A45210" w:rsidRPr="00B37DAE" w:rsidTr="00F62A80">
        <w:tc>
          <w:tcPr>
            <w:tcW w:w="9576" w:type="dxa"/>
            <w:shd w:val="clear" w:color="auto" w:fill="auto"/>
          </w:tcPr>
          <w:p w:rsidR="00A45210" w:rsidRDefault="0004179F" w:rsidP="00A4521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ЗАДАЦИ  ЧАСА:</w:t>
            </w:r>
          </w:p>
          <w:p w:rsidR="0004179F" w:rsidRDefault="0004179F" w:rsidP="00A4521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Образовни:</w:t>
            </w:r>
            <w:r w:rsidR="006D568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Утврдити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нова знања о </w:t>
            </w:r>
            <w:r w:rsidR="007906D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географском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одликама   Јужне Европе</w:t>
            </w:r>
          </w:p>
          <w:p w:rsidR="0004179F" w:rsidRPr="0004179F" w:rsidRDefault="0004179F" w:rsidP="00A4521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Васпитни:</w:t>
            </w:r>
            <w:r w:rsidRPr="0004179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Развијање способности уочавања основних својстава објеката, појава и процеса у окружењу и њихове повезаности, развити код ученика географски начин мишљења, способност упоређивања, посматрања, закључивања</w:t>
            </w:r>
          </w:p>
        </w:tc>
      </w:tr>
      <w:tr w:rsidR="00D0461E" w:rsidRPr="00B37DAE" w:rsidTr="00F62A80">
        <w:tc>
          <w:tcPr>
            <w:tcW w:w="9576" w:type="dxa"/>
            <w:shd w:val="clear" w:color="auto" w:fill="auto"/>
          </w:tcPr>
          <w:p w:rsidR="00D6605E" w:rsidRDefault="00D0461E" w:rsidP="00EC77F2">
            <w:pP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  <w:r w:rsidR="00EC77F2" w:rsidRPr="00EC77F2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6D5681" w:rsidRPr="006D5681" w:rsidRDefault="00D6605E" w:rsidP="006D5681">
            <w:pP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-</w:t>
            </w:r>
            <w:r w:rsidR="006D5681" w:rsidRPr="006D5681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објасни  основне  географске  одлике  Јужне  Европе као  целине </w:t>
            </w:r>
          </w:p>
          <w:p w:rsidR="00D0461E" w:rsidRPr="006D5681" w:rsidRDefault="006D5681" w:rsidP="00670648">
            <w:pP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-</w:t>
            </w:r>
            <w:r w:rsidRPr="006D5681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на  немој карти Ј. Европе  црта  тематске  карте  и  издваја    г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еографске  специфичности регије</w:t>
            </w:r>
          </w:p>
        </w:tc>
      </w:tr>
      <w:tr w:rsidR="00664F16" w:rsidRPr="00B37DAE" w:rsidTr="00F62A80">
        <w:tc>
          <w:tcPr>
            <w:tcW w:w="9576" w:type="dxa"/>
            <w:shd w:val="clear" w:color="auto" w:fill="auto"/>
          </w:tcPr>
          <w:p w:rsidR="00670648" w:rsidRPr="00466279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670648" w:rsidRDefault="00670648" w:rsidP="00670648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Основни ниво:</w:t>
            </w:r>
          </w:p>
          <w:p w:rsidR="00EC77F2" w:rsidRDefault="00EC77F2" w:rsidP="00EC77F2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ГЕ </w:t>
            </w:r>
            <w:r w:rsidRPr="00EC77F2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1.1.3. </w:t>
            </w:r>
            <w:r w:rsidRPr="00EC77F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Препознаје и чита географске и допунске елементе карте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-</w:t>
            </w:r>
            <w:r w:rsidRPr="00EC77F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чита називе мора, залива, полуострва, архипелага, острва</w:t>
            </w:r>
            <w:r w:rsid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као </w:t>
            </w:r>
            <w:r w:rsidRPr="00EC77F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и </w:t>
            </w:r>
            <w:r w:rsidR="0094301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планина,  низија  </w:t>
            </w:r>
            <w:r w:rsid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на </w:t>
            </w:r>
            <w:r w:rsidRPr="00EC77F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простору </w:t>
            </w:r>
            <w:r w:rsid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Јужне  Европе</w:t>
            </w:r>
          </w:p>
          <w:p w:rsidR="0045123D" w:rsidRPr="00EC77F2" w:rsidRDefault="0045123D" w:rsidP="00EC77F2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ГЕ1.4.2. Препозн</w:t>
            </w:r>
            <w:r w:rsidR="006C108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аје основне природногеографске</w:t>
            </w:r>
            <w:r w:rsidR="00D6605E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одлике Ју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жне  Европе</w:t>
            </w:r>
          </w:p>
          <w:p w:rsidR="00670648" w:rsidRPr="00466279" w:rsidRDefault="00670648" w:rsidP="004C7CD5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Средњи ниво:</w:t>
            </w:r>
            <w:r w:rsidR="004C7CD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ab/>
            </w:r>
          </w:p>
          <w:p w:rsidR="0045123D" w:rsidRPr="0045123D" w:rsidRDefault="0045123D" w:rsidP="0067064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ГЕ2.1.2. Одређује положај места и тача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ка на географској карти – </w:t>
            </w:r>
            <w:r w:rsidRP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мора, залива, полуострва, архипелага, острва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као  </w:t>
            </w:r>
            <w:r w:rsidRP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облика  рељефа </w:t>
            </w:r>
            <w:r w:rsidRP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на простору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Јужне  Европе</w:t>
            </w:r>
          </w:p>
          <w:p w:rsidR="0045123D" w:rsidRDefault="0045123D" w:rsidP="0067064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ГЕ2.1.3. Препознаје и објашњава географске чињенице представљене моделом, сликом, графиком, табелом и схемом</w:t>
            </w:r>
          </w:p>
          <w:p w:rsidR="0045123D" w:rsidRPr="0045123D" w:rsidRDefault="0045123D" w:rsidP="0045123D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ГЕ2.4.2. Описује прир</w:t>
            </w:r>
            <w:r w:rsidR="006C108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одногеографске</w:t>
            </w:r>
            <w:r w:rsidR="00D6605E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одлике Јужне  Европе</w:t>
            </w:r>
            <w:r w:rsidRP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670648" w:rsidRDefault="00670648" w:rsidP="00670648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Напредни ниво:</w:t>
            </w:r>
          </w:p>
          <w:p w:rsidR="0045123D" w:rsidRDefault="0045123D" w:rsidP="0045123D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ГЕ3.1.1. Анализира географску кар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ту и доноси закључке о значају  Средоземног мора  за  географске  одлике  Јужне  Европе</w:t>
            </w:r>
          </w:p>
          <w:p w:rsidR="00664F16" w:rsidRPr="006C1089" w:rsidRDefault="0045123D" w:rsidP="006C1089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ГЕ3.4.3. Објашњава географске везе и законитости у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Јужној  Евро</w:t>
            </w:r>
            <w:r w:rsidR="00F97155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пи-утицај  Средоземног  мора  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 </w:t>
            </w:r>
            <w:r w:rsidR="00F97155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географског  положаја    на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природногеографске  одлике</w:t>
            </w:r>
            <w:r w:rsidR="00F97155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545C96" w:rsidRPr="00545C96" w:rsidTr="00F62A80">
        <w:tc>
          <w:tcPr>
            <w:tcW w:w="9576" w:type="dxa"/>
            <w:shd w:val="clear" w:color="auto" w:fill="auto"/>
          </w:tcPr>
          <w:p w:rsidR="00545C96" w:rsidRPr="00545C96" w:rsidRDefault="00545C96" w:rsidP="00197BE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</w:t>
            </w:r>
          </w:p>
        </w:tc>
      </w:tr>
      <w:tr w:rsidR="00545C96" w:rsidRPr="00B37DAE" w:rsidTr="00F62A80">
        <w:tc>
          <w:tcPr>
            <w:tcW w:w="9576" w:type="dxa"/>
            <w:shd w:val="clear" w:color="auto" w:fill="auto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дијалошка</w:t>
            </w:r>
            <w:r w:rsidR="006F29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илустративно-демонстрациона,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монолошка</w:t>
            </w:r>
          </w:p>
        </w:tc>
      </w:tr>
      <w:tr w:rsidR="00545C96" w:rsidRPr="00B37DAE" w:rsidTr="00F62A80">
        <w:tc>
          <w:tcPr>
            <w:tcW w:w="9576" w:type="dxa"/>
            <w:shd w:val="clear" w:color="auto" w:fill="auto"/>
          </w:tcPr>
          <w:p w:rsidR="00545C96" w:rsidRPr="00545C96" w:rsidRDefault="00545C96" w:rsidP="00486C3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="00486C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  географије,  Географски  атлас-издање  Завод  за  уџбенике, Београд, Вежбанка  за  географију 7.  разред (неме карте), издање  Завод  за  уџбенике,Београд</w:t>
            </w:r>
            <w:r w:rsidR="006C10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="009307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C10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карта  Европе,  илустрације</w:t>
            </w:r>
          </w:p>
        </w:tc>
      </w:tr>
      <w:tr w:rsidR="000D1454" w:rsidRPr="00B37DAE" w:rsidTr="00F62A80">
        <w:tc>
          <w:tcPr>
            <w:tcW w:w="9576" w:type="dxa"/>
            <w:shd w:val="clear" w:color="auto" w:fill="auto"/>
          </w:tcPr>
          <w:p w:rsidR="000D1454" w:rsidRPr="000D1454" w:rsidRDefault="000D1454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="006C1089" w:rsidRPr="006C10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српски  језик</w:t>
            </w:r>
            <w:r w:rsidR="006C10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 w:rsidR="00943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сторија</w:t>
            </w:r>
          </w:p>
        </w:tc>
      </w:tr>
      <w:tr w:rsidR="00545C96" w:rsidRPr="003321C2" w:rsidTr="00F62A80">
        <w:tc>
          <w:tcPr>
            <w:tcW w:w="9576" w:type="dxa"/>
            <w:shd w:val="clear" w:color="auto" w:fill="auto"/>
          </w:tcPr>
          <w:p w:rsidR="006C1089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</w:t>
            </w:r>
            <w:r w:rsidR="00D930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</w:t>
            </w:r>
          </w:p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ТОК ЧАСА:</w:t>
            </w:r>
          </w:p>
        </w:tc>
      </w:tr>
      <w:tr w:rsidR="00545C96" w:rsidRPr="00B37DAE" w:rsidTr="00F62A80">
        <w:tc>
          <w:tcPr>
            <w:tcW w:w="9576" w:type="dxa"/>
            <w:shd w:val="clear" w:color="auto" w:fill="auto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Уводни </w:t>
            </w:r>
            <w:r w:rsidR="006C108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део часа:</w:t>
            </w:r>
          </w:p>
        </w:tc>
      </w:tr>
      <w:tr w:rsidR="0096516D" w:rsidRPr="00B37DAE" w:rsidTr="00F62A80">
        <w:tc>
          <w:tcPr>
            <w:tcW w:w="9576" w:type="dxa"/>
            <w:shd w:val="clear" w:color="auto" w:fill="auto"/>
          </w:tcPr>
          <w:p w:rsidR="0096516D" w:rsidRPr="00545C96" w:rsidRDefault="002E1B7E" w:rsidP="006D568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-Упознајемо ученике  са  садржајем  часа  и  </w:t>
            </w:r>
            <w:r w:rsidR="00D930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захтевамо да  припреме своје географске  атласе.</w:t>
            </w:r>
          </w:p>
        </w:tc>
      </w:tr>
      <w:tr w:rsidR="00545C96" w:rsidRPr="00B37DAE" w:rsidTr="00F62A80">
        <w:tc>
          <w:tcPr>
            <w:tcW w:w="9576" w:type="dxa"/>
            <w:shd w:val="clear" w:color="auto" w:fill="auto"/>
          </w:tcPr>
          <w:p w:rsidR="00545C96" w:rsidRPr="00545C96" w:rsidRDefault="006C108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часа:</w:t>
            </w:r>
          </w:p>
        </w:tc>
      </w:tr>
      <w:tr w:rsidR="001C6C13" w:rsidRPr="00B37DAE" w:rsidTr="00F62A80">
        <w:tc>
          <w:tcPr>
            <w:tcW w:w="9576" w:type="dxa"/>
            <w:shd w:val="clear" w:color="auto" w:fill="auto"/>
          </w:tcPr>
          <w:p w:rsidR="00B85A26" w:rsidRDefault="00F62A80" w:rsidP="002E1B7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="00D930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Постављамо  питања:</w:t>
            </w:r>
          </w:p>
          <w:p w:rsidR="00D93068" w:rsidRDefault="00D93068" w:rsidP="002E1B7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-Објасни  појам  Евроазија.</w:t>
            </w:r>
          </w:p>
          <w:p w:rsidR="00D93068" w:rsidRDefault="00D93068" w:rsidP="002E1B7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-Шта  се  сматра  за  границу  Европе и  Азије?</w:t>
            </w:r>
          </w:p>
          <w:p w:rsidR="00D93068" w:rsidRDefault="00886156" w:rsidP="002E1B7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-Наведи  географске  регије  Е</w:t>
            </w:r>
            <w:r w:rsidR="00D930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вропе.</w:t>
            </w:r>
          </w:p>
          <w:p w:rsidR="00D93068" w:rsidRDefault="00D93068" w:rsidP="002E1B7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-Средоземље  обухвата  делове три континента.Којих?</w:t>
            </w:r>
          </w:p>
          <w:p w:rsidR="00D93068" w:rsidRDefault="00D93068" w:rsidP="002E1B7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-Како су  повезани  Средоземно</w:t>
            </w:r>
            <w:r w:rsidR="00886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море и  Атлантски  океан?</w:t>
            </w:r>
          </w:p>
          <w:p w:rsidR="00D93068" w:rsidRDefault="00D93068" w:rsidP="002E1B7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-Како  су  повезани  Средоземно море  и  Индијски океан?</w:t>
            </w:r>
          </w:p>
          <w:p w:rsidR="00D93068" w:rsidRDefault="00D93068" w:rsidP="002E1B7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-Која  су  три  највећа  полуострва  Ј.Европе?</w:t>
            </w:r>
          </w:p>
          <w:p w:rsidR="00D93068" w:rsidRDefault="00D93068" w:rsidP="002E1B7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-Која су  највећа  острва  Ј. Европе?</w:t>
            </w:r>
          </w:p>
          <w:p w:rsidR="00D93068" w:rsidRDefault="00D93068" w:rsidP="002E1B7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962C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Наведи  веначне  и  громадне  планине Ј.  Европе.</w:t>
            </w:r>
          </w:p>
          <w:p w:rsidR="00962C5B" w:rsidRDefault="00962C5B" w:rsidP="002E1B7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-Које  су  одлике  средоземне  климе?</w:t>
            </w:r>
          </w:p>
          <w:p w:rsidR="00962C5B" w:rsidRDefault="00962C5B" w:rsidP="002E1B7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-Који  су  још типови  климе заст</w:t>
            </w:r>
            <w:r w:rsidR="00886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пљени  у  Ј.Европи?</w:t>
            </w:r>
          </w:p>
          <w:p w:rsidR="00962C5B" w:rsidRDefault="00962C5B" w:rsidP="002E1B7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-Који  су  словенски  </w:t>
            </w:r>
            <w:r w:rsidR="00886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народи  Ј.  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вропе.</w:t>
            </w:r>
          </w:p>
          <w:p w:rsidR="00962C5B" w:rsidRDefault="00962C5B" w:rsidP="002E1B7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-Зашто  су  са  простора  Ј.  Европе после  великих  географских  открића  кренуле  велике  миграције и  према  којим  деловима  света?</w:t>
            </w:r>
          </w:p>
          <w:p w:rsidR="00962C5B" w:rsidRDefault="00962C5B" w:rsidP="002E1B7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-Зашто  је  Средоземље  изгубило  значај  после  великих  географских  открића?</w:t>
            </w:r>
          </w:p>
          <w:p w:rsidR="00962C5B" w:rsidRDefault="00962C5B" w:rsidP="002E1B7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-Какав  је  значај  Суецког  канала?</w:t>
            </w:r>
          </w:p>
          <w:p w:rsidR="00962C5B" w:rsidRDefault="00962C5B" w:rsidP="002E1B7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-Зашто  је  туризам  веома  развијен  у  многим земљама  Ј.  Европе?</w:t>
            </w:r>
          </w:p>
          <w:p w:rsidR="00962C5B" w:rsidRDefault="00962C5B" w:rsidP="002E1B7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-Које  су  земље познате  по  туризму?-</w:t>
            </w:r>
          </w:p>
          <w:p w:rsidR="00D93068" w:rsidRPr="00545C96" w:rsidRDefault="00962C5B" w:rsidP="002E1B7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-Разврстај  државе  Ј.  Европе по  полуострвима накојима се налазе.</w:t>
            </w:r>
            <w:bookmarkStart w:id="0" w:name="_GoBack"/>
            <w:bookmarkEnd w:id="0"/>
          </w:p>
        </w:tc>
      </w:tr>
      <w:tr w:rsidR="00545C96" w:rsidRPr="00B37DAE" w:rsidTr="00F62A80">
        <w:tc>
          <w:tcPr>
            <w:tcW w:w="9576" w:type="dxa"/>
            <w:shd w:val="clear" w:color="auto" w:fill="auto"/>
          </w:tcPr>
          <w:p w:rsidR="009307D5" w:rsidRPr="00545C96" w:rsidRDefault="006C1089" w:rsidP="002E1B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Завршни део часа:</w:t>
            </w:r>
            <w:r w:rsidR="002E1B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62C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Похваљујемо  најактивније  ученике  и  дајемо  одговарајаће  оцене за  актиност.</w:t>
            </w:r>
          </w:p>
        </w:tc>
      </w:tr>
      <w:tr w:rsidR="00E4334D" w:rsidRPr="003321C2" w:rsidTr="009307D5">
        <w:tc>
          <w:tcPr>
            <w:tcW w:w="9576" w:type="dxa"/>
            <w:shd w:val="clear" w:color="auto" w:fill="auto"/>
          </w:tcPr>
          <w:p w:rsidR="00E4334D" w:rsidRPr="00545C96" w:rsidRDefault="00E433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7906D8">
      <w:pgSz w:w="12240" w:h="15840"/>
      <w:pgMar w:top="709" w:right="1440" w:bottom="56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BA107D"/>
    <w:rsid w:val="0004179F"/>
    <w:rsid w:val="000D1454"/>
    <w:rsid w:val="00177289"/>
    <w:rsid w:val="001C45B5"/>
    <w:rsid w:val="001C6C13"/>
    <w:rsid w:val="001D57CA"/>
    <w:rsid w:val="00214EED"/>
    <w:rsid w:val="002365E8"/>
    <w:rsid w:val="002E1B7E"/>
    <w:rsid w:val="003321C2"/>
    <w:rsid w:val="00391413"/>
    <w:rsid w:val="003A7B13"/>
    <w:rsid w:val="003F1D6D"/>
    <w:rsid w:val="0045123D"/>
    <w:rsid w:val="00466279"/>
    <w:rsid w:val="00486C32"/>
    <w:rsid w:val="004C7CD5"/>
    <w:rsid w:val="00545C96"/>
    <w:rsid w:val="005F784B"/>
    <w:rsid w:val="00605D58"/>
    <w:rsid w:val="00606767"/>
    <w:rsid w:val="00664F16"/>
    <w:rsid w:val="00670648"/>
    <w:rsid w:val="006C1089"/>
    <w:rsid w:val="006D5681"/>
    <w:rsid w:val="006F2937"/>
    <w:rsid w:val="007906D8"/>
    <w:rsid w:val="007E6623"/>
    <w:rsid w:val="0080459B"/>
    <w:rsid w:val="00854D2A"/>
    <w:rsid w:val="00886156"/>
    <w:rsid w:val="008F0F0B"/>
    <w:rsid w:val="009307D5"/>
    <w:rsid w:val="00942ED0"/>
    <w:rsid w:val="0094301B"/>
    <w:rsid w:val="00962C5B"/>
    <w:rsid w:val="0096516D"/>
    <w:rsid w:val="00A17F87"/>
    <w:rsid w:val="00A321DB"/>
    <w:rsid w:val="00A45210"/>
    <w:rsid w:val="00A47E59"/>
    <w:rsid w:val="00AB78A4"/>
    <w:rsid w:val="00B37DAE"/>
    <w:rsid w:val="00B80B22"/>
    <w:rsid w:val="00B85A26"/>
    <w:rsid w:val="00BA107D"/>
    <w:rsid w:val="00BF20E4"/>
    <w:rsid w:val="00C379D6"/>
    <w:rsid w:val="00C70D9C"/>
    <w:rsid w:val="00C81044"/>
    <w:rsid w:val="00CC0911"/>
    <w:rsid w:val="00D0461E"/>
    <w:rsid w:val="00D6605E"/>
    <w:rsid w:val="00D93068"/>
    <w:rsid w:val="00DE65D7"/>
    <w:rsid w:val="00E4334D"/>
    <w:rsid w:val="00EA38C7"/>
    <w:rsid w:val="00EC77F2"/>
    <w:rsid w:val="00F05659"/>
    <w:rsid w:val="00F137B9"/>
    <w:rsid w:val="00F57D30"/>
    <w:rsid w:val="00F62A80"/>
    <w:rsid w:val="00F97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paragraph" w:styleId="NoSpacing">
    <w:name w:val="No Spacing"/>
    <w:uiPriority w:val="1"/>
    <w:qFormat/>
    <w:rsid w:val="00EC77F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05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75DCA1-3522-4C36-A7C7-C0FD9504F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2</TotalTime>
  <Pages>2</Pages>
  <Words>531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GAGI</cp:lastModifiedBy>
  <cp:revision>4</cp:revision>
  <dcterms:created xsi:type="dcterms:W3CDTF">2020-06-30T00:03:00Z</dcterms:created>
  <dcterms:modified xsi:type="dcterms:W3CDTF">2020-07-03T08:46:00Z</dcterms:modified>
</cp:coreProperties>
</file>